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5EF5" w14:paraId="038FF329" w14:textId="77777777" w:rsidTr="00146EEC">
        <w:tc>
          <w:tcPr>
            <w:tcW w:w="2689" w:type="dxa"/>
          </w:tcPr>
          <w:p w14:paraId="5A9F2260" w14:textId="0E507175" w:rsidR="00C35EF5" w:rsidRPr="000C656B" w:rsidRDefault="00C35EF5" w:rsidP="000C656B">
            <w:r>
              <w:t xml:space="preserve">Release </w:t>
            </w:r>
            <w:r w:rsidR="001B0702">
              <w:t>1</w:t>
            </w:r>
          </w:p>
        </w:tc>
        <w:tc>
          <w:tcPr>
            <w:tcW w:w="6939" w:type="dxa"/>
          </w:tcPr>
          <w:p w14:paraId="25F6AE78" w14:textId="7A2AD82D" w:rsidR="00C35EF5" w:rsidRPr="000C656B" w:rsidRDefault="00C35EF5" w:rsidP="000C656B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C9839F0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BE37D6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18B36D44" w:rsidR="00F1480E" w:rsidRPr="000754EC" w:rsidRDefault="00EC1089" w:rsidP="000754EC">
            <w:pPr>
              <w:pStyle w:val="SIUnittitle"/>
            </w:pPr>
            <w:r>
              <w:t>Store materials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260F7C" w14:textId="6BE198D1" w:rsidR="00EC1089" w:rsidRPr="00EC1089" w:rsidRDefault="00EC1089" w:rsidP="00381491">
            <w:r w:rsidRPr="00EC1089">
              <w:t xml:space="preserve">This unit of competency describes the </w:t>
            </w:r>
            <w:r w:rsidR="0075371A">
              <w:t>skills and knowledge</w:t>
            </w:r>
            <w:r w:rsidR="0075371A" w:rsidRPr="00EC1089">
              <w:t xml:space="preserve"> </w:t>
            </w:r>
            <w:r w:rsidRPr="00EC1089">
              <w:t>required to receive</w:t>
            </w:r>
            <w:r w:rsidR="00201687">
              <w:t>,</w:t>
            </w:r>
            <w:r w:rsidRPr="00EC1089">
              <w:t xml:space="preserve"> </w:t>
            </w:r>
            <w:r w:rsidR="00201687">
              <w:t xml:space="preserve">check conformity </w:t>
            </w:r>
            <w:r w:rsidRPr="00EC1089">
              <w:t xml:space="preserve">and store packs of timber and timber products in a timber racking system and storage bay. </w:t>
            </w:r>
          </w:p>
          <w:p w14:paraId="7B94F6A0" w14:textId="0239EC89" w:rsidR="00EC1089" w:rsidRDefault="00EC1089" w:rsidP="00EC1089">
            <w:r w:rsidRPr="00EC1089">
              <w:t xml:space="preserve">The unit applies to </w:t>
            </w:r>
            <w:r w:rsidR="00381491">
              <w:t>s</w:t>
            </w:r>
            <w:r w:rsidRPr="00EC1089">
              <w:t xml:space="preserve">awmill </w:t>
            </w:r>
            <w:r w:rsidR="00381491">
              <w:t>w</w:t>
            </w:r>
            <w:r w:rsidRPr="00EC1089">
              <w:t>orker</w:t>
            </w:r>
            <w:r w:rsidR="00753123">
              <w:t>s</w:t>
            </w:r>
            <w:r w:rsidRPr="00EC1089">
              <w:t xml:space="preserve">, </w:t>
            </w:r>
            <w:r w:rsidR="00381491">
              <w:t>p</w:t>
            </w:r>
            <w:r w:rsidRPr="00EC1089">
              <w:t xml:space="preserve">roduction </w:t>
            </w:r>
            <w:r w:rsidR="00381491">
              <w:t>w</w:t>
            </w:r>
            <w:r w:rsidRPr="00EC1089">
              <w:t>orker</w:t>
            </w:r>
            <w:r w:rsidR="00753123">
              <w:t>s</w:t>
            </w:r>
            <w:r w:rsidRPr="00EC1089">
              <w:t xml:space="preserve">, </w:t>
            </w:r>
            <w:r w:rsidR="00381491">
              <w:t>m</w:t>
            </w:r>
            <w:r w:rsidRPr="00EC1089">
              <w:t xml:space="preserve">anufacturing </w:t>
            </w:r>
            <w:r w:rsidR="00381491">
              <w:t>a</w:t>
            </w:r>
            <w:r w:rsidRPr="00EC1089">
              <w:t>ssistant</w:t>
            </w:r>
            <w:r w:rsidR="00753123">
              <w:t>s</w:t>
            </w:r>
            <w:r w:rsidRPr="00EC1089">
              <w:t>.</w:t>
            </w:r>
          </w:p>
          <w:p w14:paraId="51377F90" w14:textId="103BA27B" w:rsidR="00A56696" w:rsidRPr="00EC1089" w:rsidRDefault="00A56696" w:rsidP="00EC1089">
            <w:r>
              <w:t>This unit is suitable for those with the knowledge and skills to undertake specified activities under the direction of more experienced workers.</w:t>
            </w:r>
          </w:p>
          <w:p w14:paraId="216189FE" w14:textId="0333E74A" w:rsidR="00373436" w:rsidRPr="000754EC" w:rsidRDefault="00EC1089" w:rsidP="00EC1089">
            <w:r w:rsidRPr="00EC1089">
              <w:t>No licensing, legislative</w:t>
            </w:r>
            <w:r w:rsidR="00AC38AA">
              <w:t xml:space="preserve"> </w:t>
            </w:r>
            <w:r w:rsidRPr="00EC1089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93CB91B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A23F20">
              <w:t>t</w:t>
            </w:r>
            <w:r w:rsidRPr="005A6AF3">
              <w:t>echnical</w:t>
            </w:r>
            <w:r w:rsidR="001673B4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809ED" w:rsidRPr="00963A46" w14:paraId="0D37E7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DEFBD9" w14:textId="577AC414" w:rsidR="00F809ED" w:rsidRPr="00EC1089" w:rsidRDefault="00F809ED" w:rsidP="00EC1089">
            <w:r>
              <w:t>1</w:t>
            </w:r>
            <w:r w:rsidRPr="00EC1089">
              <w:t>. Receive materials</w:t>
            </w:r>
          </w:p>
        </w:tc>
        <w:tc>
          <w:tcPr>
            <w:tcW w:w="3604" w:type="pct"/>
            <w:shd w:val="clear" w:color="auto" w:fill="auto"/>
          </w:tcPr>
          <w:p w14:paraId="1BC129BB" w14:textId="2D13A30A" w:rsidR="00F809ED" w:rsidRDefault="00731128" w:rsidP="008373DE">
            <w:r>
              <w:t>1</w:t>
            </w:r>
            <w:r w:rsidR="00F809ED" w:rsidRPr="00EC1089">
              <w:t>.1 Re</w:t>
            </w:r>
            <w:r w:rsidR="00F809ED">
              <w:t xml:space="preserve">ad and interpret </w:t>
            </w:r>
            <w:r w:rsidR="00F809ED" w:rsidRPr="00EC1089">
              <w:t xml:space="preserve">work order </w:t>
            </w:r>
            <w:r w:rsidR="00F2459D">
              <w:t xml:space="preserve">to gather information relevant to storing materials </w:t>
            </w:r>
            <w:r w:rsidR="00F809ED" w:rsidRPr="00EC1089">
              <w:t>and where required check with appropriate person</w:t>
            </w:r>
          </w:p>
          <w:p w14:paraId="23598566" w14:textId="0EE61F4F" w:rsidR="009E3EC1" w:rsidRDefault="00731128" w:rsidP="008373DE">
            <w:r>
              <w:t>1</w:t>
            </w:r>
            <w:r w:rsidR="009E3EC1">
              <w:t xml:space="preserve">.2 Read and interpret workplace safety and environmental requirements </w:t>
            </w:r>
            <w:r w:rsidR="00F2459D">
              <w:t>relevant to storing</w:t>
            </w:r>
            <w:r w:rsidR="009E3EC1">
              <w:t xml:space="preserve"> materials</w:t>
            </w:r>
          </w:p>
          <w:p w14:paraId="3E69CBB2" w14:textId="16DA8977" w:rsidR="00DD1B80" w:rsidRDefault="00731128" w:rsidP="008373DE">
            <w:r>
              <w:t>1</w:t>
            </w:r>
            <w:r w:rsidR="009E3EC1" w:rsidRPr="00EC1089">
              <w:t xml:space="preserve">.3 </w:t>
            </w:r>
            <w:r w:rsidR="00DD1B80" w:rsidRPr="00EC1089">
              <w:t>Release or unbind packs in a clear area to avoid</w:t>
            </w:r>
            <w:r w:rsidR="00010337">
              <w:t xml:space="preserve"> obstruction of walkways,</w:t>
            </w:r>
            <w:r w:rsidR="00DD1B80" w:rsidRPr="00EC1089">
              <w:t xml:space="preserve"> personal injury and damage to material</w:t>
            </w:r>
          </w:p>
          <w:p w14:paraId="6852A775" w14:textId="7F4931FB" w:rsidR="009E3EC1" w:rsidRDefault="00731128" w:rsidP="008373DE">
            <w:r>
              <w:t>1</w:t>
            </w:r>
            <w:r w:rsidR="00010337">
              <w:t xml:space="preserve">.4 </w:t>
            </w:r>
            <w:r w:rsidR="009E3EC1" w:rsidRPr="00EC1089">
              <w:t>Check mate</w:t>
            </w:r>
            <w:r w:rsidR="00316AF7">
              <w:t>rial tallies against job quantity list and conformity against product specification</w:t>
            </w:r>
          </w:p>
          <w:p w14:paraId="6D706DF9" w14:textId="6D7A53C7" w:rsidR="00E934E9" w:rsidRPr="00EC1089" w:rsidRDefault="00731128" w:rsidP="001B0702">
            <w:r>
              <w:t>1</w:t>
            </w:r>
            <w:r w:rsidR="00316AF7" w:rsidRPr="00EC1089">
              <w:t>.</w:t>
            </w:r>
            <w:r w:rsidR="00010337">
              <w:t>5</w:t>
            </w:r>
            <w:r w:rsidR="00316AF7" w:rsidRPr="00EC1089">
              <w:t xml:space="preserve"> Report packs not meeting work order or containing contaminated m</w:t>
            </w:r>
            <w:r w:rsidR="00316AF7">
              <w:t>aterial to appropriate person</w:t>
            </w:r>
          </w:p>
        </w:tc>
      </w:tr>
      <w:tr w:rsidR="00F809E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9962CA1" w:rsidR="00F809ED" w:rsidRPr="00EC1089" w:rsidRDefault="00731128" w:rsidP="00EC1089">
            <w:r>
              <w:t>2</w:t>
            </w:r>
            <w:r w:rsidR="00F809ED" w:rsidRPr="00EC1089">
              <w:t>. Prepare for storage</w:t>
            </w:r>
          </w:p>
        </w:tc>
        <w:tc>
          <w:tcPr>
            <w:tcW w:w="3604" w:type="pct"/>
            <w:shd w:val="clear" w:color="auto" w:fill="auto"/>
          </w:tcPr>
          <w:p w14:paraId="04D278FC" w14:textId="23E2BCDF" w:rsidR="007850C6" w:rsidRDefault="00731128" w:rsidP="00731128">
            <w:r>
              <w:t xml:space="preserve">2.1 </w:t>
            </w:r>
            <w:r w:rsidR="00BA64F7" w:rsidRPr="00EC1089">
              <w:t>Select</w:t>
            </w:r>
            <w:r w:rsidR="00016E04">
              <w:t>, fit</w:t>
            </w:r>
            <w:r w:rsidR="00BA64F7">
              <w:t xml:space="preserve"> and use</w:t>
            </w:r>
            <w:r w:rsidR="00BA64F7" w:rsidRPr="00EC1089">
              <w:t xml:space="preserve"> appropriate personal protective </w:t>
            </w:r>
            <w:r w:rsidR="00BA64F7">
              <w:t xml:space="preserve">(PPE) </w:t>
            </w:r>
          </w:p>
          <w:p w14:paraId="1D7BFBD5" w14:textId="1AD1AF87" w:rsidR="00BA64F7" w:rsidRDefault="007850C6" w:rsidP="00731128">
            <w:r>
              <w:t>2.2 Determine method of handling products and select</w:t>
            </w:r>
            <w:r w:rsidR="00BA64F7" w:rsidRPr="00EC1089">
              <w:t xml:space="preserve"> lifting equipment </w:t>
            </w:r>
            <w:r>
              <w:t>or</w:t>
            </w:r>
            <w:r w:rsidR="00BA64F7" w:rsidRPr="00EC1089">
              <w:t xml:space="preserve"> request assistance with lifting</w:t>
            </w:r>
            <w:r w:rsidR="00BA64F7">
              <w:t xml:space="preserve"> </w:t>
            </w:r>
          </w:p>
          <w:p w14:paraId="24FAC39F" w14:textId="0E24BA78" w:rsidR="004F4A0D" w:rsidRPr="00EC1089" w:rsidRDefault="004F4A0D" w:rsidP="004F4A0D">
            <w:r>
              <w:t>2.3</w:t>
            </w:r>
            <w:r w:rsidRPr="00EC1089">
              <w:t xml:space="preserve"> Inspect and check the type and quantity of material for grading, labelling and storage</w:t>
            </w:r>
          </w:p>
          <w:p w14:paraId="439233DE" w14:textId="1083F641" w:rsidR="00731128" w:rsidRPr="00EC1089" w:rsidRDefault="004C097C" w:rsidP="00731128">
            <w:r>
              <w:t xml:space="preserve">2.4 </w:t>
            </w:r>
            <w:r w:rsidR="00731128">
              <w:t>Sort and safely p</w:t>
            </w:r>
            <w:r w:rsidR="00731128" w:rsidRPr="00EC1089">
              <w:t>lace material</w:t>
            </w:r>
            <w:r w:rsidR="00731128">
              <w:t>s</w:t>
            </w:r>
            <w:r w:rsidR="00731128" w:rsidRPr="00EC1089">
              <w:t xml:space="preserve"> to be stored on </w:t>
            </w:r>
            <w:r w:rsidR="00731128">
              <w:t xml:space="preserve">a </w:t>
            </w:r>
            <w:r w:rsidR="00731128" w:rsidRPr="00EC1089">
              <w:t xml:space="preserve">stand, </w:t>
            </w:r>
            <w:r w:rsidR="00731128">
              <w:t xml:space="preserve">a </w:t>
            </w:r>
            <w:r w:rsidR="00731128" w:rsidRPr="00EC1089">
              <w:t xml:space="preserve">frame or </w:t>
            </w:r>
            <w:r w:rsidR="00731128">
              <w:t xml:space="preserve">on the </w:t>
            </w:r>
            <w:r w:rsidR="00731128" w:rsidRPr="00EC1089">
              <w:t>ground</w:t>
            </w:r>
          </w:p>
          <w:p w14:paraId="5ADCB419" w14:textId="34967E45" w:rsidR="00731128" w:rsidRDefault="00731128" w:rsidP="00731128">
            <w:r>
              <w:t>2.</w:t>
            </w:r>
            <w:r w:rsidR="004C097C">
              <w:t>5</w:t>
            </w:r>
            <w:r w:rsidRPr="00EC1089">
              <w:t xml:space="preserve"> Regularly clear area of packing and loose material </w:t>
            </w:r>
            <w:r>
              <w:t>to comply with workplace safety requirements</w:t>
            </w:r>
          </w:p>
          <w:p w14:paraId="46D92966" w14:textId="08ECE904" w:rsidR="00F809ED" w:rsidRPr="00EC1089" w:rsidRDefault="004C097C" w:rsidP="001B0702">
            <w:r>
              <w:t>2.6</w:t>
            </w:r>
            <w:r w:rsidR="00F809ED" w:rsidRPr="00EC1089">
              <w:t xml:space="preserve"> Select </w:t>
            </w:r>
            <w:r w:rsidR="005B09CB" w:rsidRPr="00EC1089">
              <w:t xml:space="preserve">and isolate </w:t>
            </w:r>
            <w:r w:rsidR="00F809ED" w:rsidRPr="00EC1089">
              <w:t xml:space="preserve">required storage locations </w:t>
            </w:r>
            <w:r w:rsidR="005B09CB">
              <w:t>following workplace requirements</w:t>
            </w:r>
          </w:p>
        </w:tc>
      </w:tr>
      <w:tr w:rsidR="00F809E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1E8175B0" w:rsidR="00F809ED" w:rsidRPr="00EC1089" w:rsidRDefault="00F809ED" w:rsidP="00EC1089">
            <w:r w:rsidRPr="00EC1089">
              <w:t>3. Categorise and store materials</w:t>
            </w:r>
          </w:p>
        </w:tc>
        <w:tc>
          <w:tcPr>
            <w:tcW w:w="3604" w:type="pct"/>
            <w:shd w:val="clear" w:color="auto" w:fill="auto"/>
          </w:tcPr>
          <w:p w14:paraId="4D347369" w14:textId="7BE5146B" w:rsidR="00A9157A" w:rsidRDefault="00F809ED" w:rsidP="00EC1089">
            <w:r w:rsidRPr="00EC1089">
              <w:t xml:space="preserve">3.1 Separate material </w:t>
            </w:r>
            <w:r w:rsidR="00561364">
              <w:t xml:space="preserve">into grade, </w:t>
            </w:r>
            <w:r w:rsidRPr="00EC1089">
              <w:t>size</w:t>
            </w:r>
            <w:r w:rsidR="009F0A64">
              <w:t>, quality</w:t>
            </w:r>
            <w:r w:rsidRPr="00EC1089">
              <w:t xml:space="preserve"> and category </w:t>
            </w:r>
            <w:r w:rsidR="00561364">
              <w:t>to meet product specification</w:t>
            </w:r>
          </w:p>
          <w:p w14:paraId="18C185B0" w14:textId="1E4D4C07" w:rsidR="00F809ED" w:rsidRPr="00EC1089" w:rsidRDefault="00A9157A" w:rsidP="00EC1089">
            <w:r>
              <w:t xml:space="preserve">3.2 </w:t>
            </w:r>
            <w:r w:rsidR="00CF6FA1">
              <w:t>Designate and l</w:t>
            </w:r>
            <w:r w:rsidR="002C43C8" w:rsidRPr="00EC1089">
              <w:t xml:space="preserve">abel storage locations </w:t>
            </w:r>
            <w:r w:rsidR="00F809ED" w:rsidRPr="00EC1089">
              <w:t xml:space="preserve">and </w:t>
            </w:r>
            <w:r w:rsidR="00CF6FA1">
              <w:t xml:space="preserve">safely </w:t>
            </w:r>
            <w:r w:rsidR="00F809ED" w:rsidRPr="00EC1089">
              <w:t xml:space="preserve">store </w:t>
            </w:r>
            <w:r w:rsidR="002C43C8">
              <w:t xml:space="preserve">materials </w:t>
            </w:r>
            <w:r w:rsidR="00F809ED" w:rsidRPr="00EC1089">
              <w:t xml:space="preserve">in </w:t>
            </w:r>
            <w:r w:rsidR="00CF6FA1">
              <w:t xml:space="preserve">their </w:t>
            </w:r>
            <w:r w:rsidR="00F809ED" w:rsidRPr="00EC1089">
              <w:t xml:space="preserve">designated </w:t>
            </w:r>
            <w:r w:rsidR="00CF6FA1">
              <w:t>area</w:t>
            </w:r>
          </w:p>
          <w:p w14:paraId="53327C77" w14:textId="7679726C" w:rsidR="00F809ED" w:rsidRPr="00EC1089" w:rsidRDefault="00F809ED" w:rsidP="00EC1089">
            <w:r w:rsidRPr="00EC1089">
              <w:t>3.</w:t>
            </w:r>
            <w:r w:rsidR="00DA7411">
              <w:t>3</w:t>
            </w:r>
            <w:r w:rsidR="00DA7411" w:rsidRPr="00EC1089">
              <w:t xml:space="preserve"> </w:t>
            </w:r>
            <w:r w:rsidRPr="00EC1089">
              <w:t>Dis</w:t>
            </w:r>
            <w:r w:rsidR="00DA7411">
              <w:t>card</w:t>
            </w:r>
            <w:r w:rsidRPr="00EC1089">
              <w:t xml:space="preserve"> material not meeting quality </w:t>
            </w:r>
            <w:r w:rsidR="00DA7411">
              <w:t xml:space="preserve">standard </w:t>
            </w:r>
            <w:r w:rsidRPr="00EC1089">
              <w:t xml:space="preserve">requirements </w:t>
            </w:r>
          </w:p>
          <w:p w14:paraId="28C25C0F" w14:textId="3828B3BD" w:rsidR="00F809ED" w:rsidRPr="00EC1089" w:rsidRDefault="00F809ED" w:rsidP="00BD6663">
            <w:r w:rsidRPr="00EC1089">
              <w:t>3.</w:t>
            </w:r>
            <w:r w:rsidR="00DA7411">
              <w:t>4</w:t>
            </w:r>
            <w:r w:rsidR="009C159C">
              <w:t xml:space="preserve"> </w:t>
            </w:r>
            <w:r w:rsidRPr="00EC1089">
              <w:t xml:space="preserve">Complete and maintain records and reports </w:t>
            </w:r>
            <w:r w:rsidR="00BD6663">
              <w:t>following workplace</w:t>
            </w:r>
            <w:r w:rsidRPr="00EC1089">
              <w:t xml:space="preserve"> procedures</w:t>
            </w:r>
          </w:p>
        </w:tc>
      </w:tr>
      <w:tr w:rsidR="00EF51BE" w:rsidRPr="00963A46" w14:paraId="1D0BD4DA" w14:textId="77777777" w:rsidTr="001B0702">
        <w:trPr>
          <w:cantSplit/>
          <w:trHeight w:val="130"/>
        </w:trPr>
        <w:tc>
          <w:tcPr>
            <w:tcW w:w="1396" w:type="pct"/>
            <w:shd w:val="clear" w:color="auto" w:fill="auto"/>
          </w:tcPr>
          <w:p w14:paraId="18D1C957" w14:textId="28581484" w:rsidR="00EF51BE" w:rsidRPr="00EC1089" w:rsidRDefault="001B0702" w:rsidP="00EC1089">
            <w:r>
              <w:t>4</w:t>
            </w:r>
            <w:r w:rsidR="00EF51BE">
              <w:t>. Clean up</w:t>
            </w:r>
          </w:p>
        </w:tc>
        <w:tc>
          <w:tcPr>
            <w:tcW w:w="3604" w:type="pct"/>
            <w:shd w:val="clear" w:color="auto" w:fill="auto"/>
          </w:tcPr>
          <w:p w14:paraId="08ED192D" w14:textId="6AA15367" w:rsidR="00EF51BE" w:rsidRDefault="001B0702" w:rsidP="008373DE">
            <w:r>
              <w:t>4</w:t>
            </w:r>
            <w:r w:rsidR="00EF51BE">
              <w:t>.1 Clean work area and dispose of, recycle or reuse left over material following workplace and environmental requirements</w:t>
            </w:r>
          </w:p>
          <w:p w14:paraId="0AEB985C" w14:textId="6B3AB692" w:rsidR="00EF51BE" w:rsidRDefault="001B0702" w:rsidP="008373DE">
            <w:r>
              <w:t>4</w:t>
            </w:r>
            <w:r w:rsidR="00EF51BE">
              <w:t>.2 Clean and maintain tools and report any faulty or damaged tools</w:t>
            </w:r>
          </w:p>
          <w:p w14:paraId="4325D291" w14:textId="76F806C5" w:rsidR="00EF51BE" w:rsidRPr="00EC1089" w:rsidRDefault="001B0702" w:rsidP="00EC1089">
            <w:r>
              <w:t>4</w:t>
            </w:r>
            <w:r w:rsidR="00EF51BE">
              <w:t>.3 Return tools and equipment to their allocated storage area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1ED4C997" w14:textId="77777777" w:rsidR="006E4761" w:rsidRDefault="006E4761" w:rsidP="000754EC"/>
    <w:p w14:paraId="644669D0" w14:textId="77777777" w:rsidR="006E4761" w:rsidRDefault="006E4761" w:rsidP="000754EC"/>
    <w:p w14:paraId="7C564718" w14:textId="77777777" w:rsidR="006E4761" w:rsidRDefault="006E4761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476D9F06" w:rsidR="00F1480E" w:rsidRPr="000754EC" w:rsidRDefault="00095FB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1CCE23B" w14:textId="5A2F597A" w:rsidR="00F1480E" w:rsidRPr="000754EC" w:rsidRDefault="00095FB2" w:rsidP="00EC1089">
            <w:pPr>
              <w:pStyle w:val="SIBulletList1"/>
            </w:pPr>
            <w:r>
              <w:t>Record routine work information into a record document/form</w:t>
            </w:r>
          </w:p>
        </w:tc>
      </w:tr>
      <w:tr w:rsidR="00F775FC" w:rsidRPr="00336FCA" w:rsidDel="00423CB2" w14:paraId="19215DE4" w14:textId="77777777" w:rsidTr="00CA2922">
        <w:tc>
          <w:tcPr>
            <w:tcW w:w="1396" w:type="pct"/>
          </w:tcPr>
          <w:p w14:paraId="67F58BB8" w14:textId="6BF82272" w:rsidR="00F775FC" w:rsidRDefault="00FD12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FE0562" w14:textId="6588750F" w:rsidR="00F775FC" w:rsidRPr="000754EC" w:rsidRDefault="00095FB2" w:rsidP="00FA12BB">
            <w:pPr>
              <w:pStyle w:val="SIBulletList1"/>
              <w:rPr>
                <w:rFonts w:eastAsia="Calibri"/>
              </w:rPr>
            </w:pPr>
            <w:r>
              <w:t>A</w:t>
            </w:r>
            <w:r w:rsidR="00EC1089" w:rsidRPr="00EC1089">
              <w:t>sk open and closed probe questions and actively listen to clarify contents of work orders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14FFF6ED" w:rsidR="00041E59" w:rsidRPr="000754EC" w:rsidRDefault="00EC1089" w:rsidP="0091548A">
            <w:pPr>
              <w:pStyle w:val="SIText"/>
            </w:pPr>
            <w:r w:rsidRPr="00EC1089">
              <w:t>FWPCOT</w:t>
            </w:r>
            <w:r w:rsidR="00BE37D6">
              <w:t>2</w:t>
            </w:r>
            <w:r w:rsidR="000B0A66">
              <w:t>XX</w:t>
            </w:r>
            <w:r w:rsidR="00BE37D6">
              <w:t>X</w:t>
            </w:r>
            <w:r w:rsidRPr="00EC1089">
              <w:t xml:space="preserve"> Store materials</w:t>
            </w:r>
          </w:p>
        </w:tc>
        <w:tc>
          <w:tcPr>
            <w:tcW w:w="1105" w:type="pct"/>
          </w:tcPr>
          <w:p w14:paraId="43730281" w14:textId="7AF97E61" w:rsidR="00041E59" w:rsidRPr="000754EC" w:rsidRDefault="00EC1089" w:rsidP="0091548A">
            <w:pPr>
              <w:pStyle w:val="SIText"/>
            </w:pPr>
            <w:r w:rsidRPr="00EC1089">
              <w:t>FWPCOT2228 Store materials</w:t>
            </w:r>
          </w:p>
        </w:tc>
        <w:tc>
          <w:tcPr>
            <w:tcW w:w="1251" w:type="pct"/>
          </w:tcPr>
          <w:p w14:paraId="178FCED8" w14:textId="5072597B" w:rsidR="00A23F20" w:rsidRDefault="00A23F20" w:rsidP="000754EC">
            <w:pPr>
              <w:pStyle w:val="SIText"/>
            </w:pPr>
            <w:r>
              <w:t xml:space="preserve">Application </w:t>
            </w:r>
            <w:r w:rsidR="000D5647">
              <w:t>clarified</w:t>
            </w:r>
          </w:p>
          <w:p w14:paraId="09DE0C07" w14:textId="371155C0" w:rsidR="00A23F20" w:rsidRDefault="00A23F20" w:rsidP="000754EC">
            <w:pPr>
              <w:pStyle w:val="SIText"/>
            </w:pPr>
            <w:r>
              <w:t>Element</w:t>
            </w:r>
            <w:r w:rsidR="000D5647">
              <w:t xml:space="preserve"> added </w:t>
            </w:r>
            <w:r>
              <w:t xml:space="preserve">and Performance Criteria </w:t>
            </w:r>
            <w:r w:rsidR="000D5647">
              <w:t>re-</w:t>
            </w:r>
            <w:r>
              <w:t>sequenced</w:t>
            </w:r>
          </w:p>
          <w:p w14:paraId="2E33F956" w14:textId="1768A6D2" w:rsidR="00041E59" w:rsidRPr="000754EC" w:rsidRDefault="00A23F20" w:rsidP="000754EC">
            <w:pPr>
              <w:pStyle w:val="SIText"/>
            </w:pPr>
            <w:r>
              <w:t>Foundation Skills and Assessment Requirements updated</w:t>
            </w:r>
          </w:p>
        </w:tc>
        <w:tc>
          <w:tcPr>
            <w:tcW w:w="1616" w:type="pct"/>
          </w:tcPr>
          <w:p w14:paraId="1AF1365B" w14:textId="67D7646B" w:rsidR="00916CD7" w:rsidRPr="000754EC" w:rsidRDefault="00EC1089" w:rsidP="000754EC">
            <w:pPr>
              <w:pStyle w:val="SIText"/>
            </w:pPr>
            <w:r w:rsidRPr="00EC1089">
              <w:t>Equivalent unit</w:t>
            </w:r>
          </w:p>
        </w:tc>
      </w:tr>
    </w:tbl>
    <w:p w14:paraId="6386F421" w14:textId="2680188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1B070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64EDF4FF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4D475D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1089" w:rsidRPr="00EC1089">
              <w:t>FWPCOT2</w:t>
            </w:r>
            <w:r w:rsidR="00BE37D6">
              <w:t>XXX</w:t>
            </w:r>
            <w:r w:rsidR="00EC1089" w:rsidRPr="00EC1089">
              <w:t xml:space="preserve"> Store materials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AAB2C94" w14:textId="657C5973" w:rsidR="00EC1089" w:rsidRDefault="0069206A" w:rsidP="00EC1089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</w:t>
            </w:r>
            <w:r w:rsidR="00CE7646" w:rsidRPr="001A46FE">
              <w:t xml:space="preserve">demonstrating competency in this unit must satisfy </w:t>
            </w:r>
            <w:proofErr w:type="gramStart"/>
            <w:r w:rsidR="00CE7646" w:rsidRPr="001A46FE">
              <w:t>all of</w:t>
            </w:r>
            <w:proofErr w:type="gramEnd"/>
            <w:r w:rsidR="00CE7646" w:rsidRPr="001A46FE">
              <w:t xml:space="preserve"> the elements</w:t>
            </w:r>
            <w:r w:rsidR="00CE7646">
              <w:t xml:space="preserve"> and</w:t>
            </w:r>
            <w:r w:rsidR="00CE7646" w:rsidRPr="001A46FE">
              <w:t xml:space="preserve"> performance criteria </w:t>
            </w:r>
            <w:r w:rsidR="00CE7646">
              <w:t>in this unit.</w:t>
            </w:r>
          </w:p>
          <w:p w14:paraId="18EA581F" w14:textId="5C6F69DD" w:rsidR="00CE7646" w:rsidRPr="00EC1089" w:rsidRDefault="00CE7646" w:rsidP="00EC1089">
            <w:pPr>
              <w:pStyle w:val="SIText"/>
            </w:pPr>
            <w:r>
              <w:t xml:space="preserve">There must be evidence that the </w:t>
            </w:r>
            <w:r w:rsidR="001766DA">
              <w:t>individual</w:t>
            </w:r>
            <w:r>
              <w:t xml:space="preserve"> has</w:t>
            </w:r>
            <w:r w:rsidR="008D3A9C">
              <w:t xml:space="preserve"> received and stored a minimum of three packs containing different products in</w:t>
            </w:r>
            <w:r w:rsidR="004B6F0C">
              <w:t>to their allocated storage bay and</w:t>
            </w:r>
            <w:r>
              <w:t>:</w:t>
            </w:r>
          </w:p>
          <w:p w14:paraId="0FBA6C9C" w14:textId="6E8071E2" w:rsidR="00EC1089" w:rsidRDefault="00EC1089" w:rsidP="00EC1089">
            <w:pPr>
              <w:pStyle w:val="SIBulletList1"/>
            </w:pPr>
            <w:r w:rsidRPr="00EC1089">
              <w:t>follow</w:t>
            </w:r>
            <w:r w:rsidR="00DA4ACD">
              <w:t>ed</w:t>
            </w:r>
            <w:r w:rsidRPr="00EC1089">
              <w:t xml:space="preserve"> </w:t>
            </w:r>
            <w:r w:rsidR="00DA4ACD">
              <w:t>workplace</w:t>
            </w:r>
            <w:r w:rsidRPr="00EC1089">
              <w:t xml:space="preserve"> procedures relevant to storing materials</w:t>
            </w:r>
          </w:p>
          <w:p w14:paraId="6C16CB84" w14:textId="509DD486" w:rsidR="00B52970" w:rsidRDefault="00C005C0" w:rsidP="000C656B">
            <w:pPr>
              <w:pStyle w:val="SIBulletList1"/>
            </w:pPr>
            <w:r>
              <w:t>visually checked product to align with quality and grade</w:t>
            </w:r>
          </w:p>
          <w:p w14:paraId="3E787E26" w14:textId="26375DF9" w:rsidR="00C45E24" w:rsidRPr="00EC1089" w:rsidRDefault="00C45E24" w:rsidP="00EC1089">
            <w:pPr>
              <w:pStyle w:val="SIBulletList1"/>
            </w:pPr>
            <w:r>
              <w:t>applied correct manual or mechanical handling techniques</w:t>
            </w:r>
          </w:p>
          <w:p w14:paraId="3F537752" w14:textId="3F0C9F65" w:rsidR="00556C4C" w:rsidRPr="000754EC" w:rsidRDefault="00C77E04" w:rsidP="001B0702">
            <w:pPr>
              <w:pStyle w:val="SIBulletList1"/>
            </w:pPr>
            <w:r>
              <w:t xml:space="preserve">correctly </w:t>
            </w:r>
            <w:r w:rsidR="00EC1089" w:rsidRPr="00EC1089">
              <w:t>sort</w:t>
            </w:r>
            <w:r>
              <w:t>ed and stored</w:t>
            </w:r>
            <w:r w:rsidR="00EC1089" w:rsidRPr="00EC1089">
              <w:t xml:space="preserve"> pack</w:t>
            </w:r>
            <w:r>
              <w:t>s</w:t>
            </w:r>
            <w:r w:rsidR="00EC1089" w:rsidRPr="00EC1089">
              <w:t xml:space="preserve"> of timber</w:t>
            </w:r>
            <w:r>
              <w:t xml:space="preserve"> products</w:t>
            </w:r>
            <w:r w:rsidR="001B0702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5BEBF89" w14:textId="6B08C4C0" w:rsidR="00A076E0" w:rsidRPr="00EC1089" w:rsidRDefault="00EC1089" w:rsidP="001B0702">
            <w:r w:rsidRPr="00EC1089">
              <w:t>A</w:t>
            </w:r>
            <w:r w:rsidR="00A076E0">
              <w:t xml:space="preserve">n individual must be able to demonstrate the knowledge required to perform the tasks outlined in the elements and performance criteria of this unit. This includes knowledge of: </w:t>
            </w:r>
            <w:r w:rsidRPr="00EC1089">
              <w:t xml:space="preserve"> </w:t>
            </w:r>
          </w:p>
          <w:p w14:paraId="0184167E" w14:textId="2D281CC4" w:rsidR="00B52970" w:rsidRDefault="00B52970" w:rsidP="001B0702">
            <w:pPr>
              <w:pStyle w:val="SIBulletList1"/>
            </w:pPr>
            <w:r w:rsidRPr="00EC1089">
              <w:t xml:space="preserve">organisational </w:t>
            </w:r>
            <w:r>
              <w:t>policies and procedures relevant</w:t>
            </w:r>
            <w:r w:rsidRPr="00EC1089">
              <w:t xml:space="preserve"> to receiving and storing timber products</w:t>
            </w:r>
          </w:p>
          <w:p w14:paraId="00545F90" w14:textId="77777777" w:rsidR="00EC1089" w:rsidRPr="00A076E0" w:rsidRDefault="00EC1089" w:rsidP="001B0702">
            <w:pPr>
              <w:pStyle w:val="SIBulletList1"/>
            </w:pPr>
            <w:r w:rsidRPr="00A076E0">
              <w:t>methods of visual estimation, grading, colour identification and tagging</w:t>
            </w:r>
          </w:p>
          <w:p w14:paraId="6381D8D9" w14:textId="77777777" w:rsidR="00030D9A" w:rsidRPr="00A076E0" w:rsidRDefault="00EC1089" w:rsidP="001B0702">
            <w:pPr>
              <w:pStyle w:val="SIBulletList1"/>
            </w:pPr>
            <w:r w:rsidRPr="00A076E0">
              <w:t>range of industry standard lengths, cross sections, appearance grades</w:t>
            </w:r>
          </w:p>
          <w:p w14:paraId="3FE2BA4E" w14:textId="4A70EF3D" w:rsidR="00EC1089" w:rsidRPr="00A076E0" w:rsidRDefault="005D2B23" w:rsidP="001B0702">
            <w:pPr>
              <w:pStyle w:val="SIBulletList1"/>
            </w:pPr>
            <w:r w:rsidRPr="00A076E0">
              <w:t>forestry and timber production</w:t>
            </w:r>
            <w:r w:rsidR="00EC1089" w:rsidRPr="00A076E0">
              <w:t xml:space="preserve"> terminology</w:t>
            </w:r>
          </w:p>
          <w:p w14:paraId="78121581" w14:textId="3FC93D23" w:rsidR="00EC1089" w:rsidRPr="00A076E0" w:rsidRDefault="005D2B23" w:rsidP="001B0702">
            <w:pPr>
              <w:pStyle w:val="SIBulletList1"/>
            </w:pPr>
            <w:r w:rsidRPr="00A076E0">
              <w:t xml:space="preserve">processes, procedures and techniques for </w:t>
            </w:r>
            <w:r w:rsidR="00EC1089" w:rsidRPr="00A076E0">
              <w:t>stor</w:t>
            </w:r>
            <w:r w:rsidRPr="00A076E0">
              <w:t>ing</w:t>
            </w:r>
            <w:r w:rsidR="00EC1089" w:rsidRPr="00A076E0">
              <w:t xml:space="preserve"> timber and timber products</w:t>
            </w:r>
          </w:p>
          <w:p w14:paraId="38BC8536" w14:textId="77777777" w:rsidR="00AA19D0" w:rsidRPr="00A076E0" w:rsidRDefault="002A031B" w:rsidP="001B0702">
            <w:pPr>
              <w:pStyle w:val="SIBulletList1"/>
            </w:pPr>
            <w:r w:rsidRPr="00A076E0">
              <w:t>characteristics, properties and limitations of timber and timber products</w:t>
            </w:r>
          </w:p>
          <w:p w14:paraId="6659C56F" w14:textId="77777777" w:rsidR="002A031B" w:rsidRPr="00A076E0" w:rsidRDefault="002A031B" w:rsidP="001B0702">
            <w:pPr>
              <w:pStyle w:val="SIBulletList1"/>
            </w:pPr>
            <w:r w:rsidRPr="00A076E0">
              <w:t>workplace safety:</w:t>
            </w:r>
          </w:p>
          <w:p w14:paraId="1CF825E4" w14:textId="77777777" w:rsidR="002A031B" w:rsidRPr="00A076E0" w:rsidRDefault="002A031B">
            <w:pPr>
              <w:pStyle w:val="SIBulletList2"/>
            </w:pPr>
            <w:r w:rsidRPr="00A076E0">
              <w:t>personal protective equipment (PPE)</w:t>
            </w:r>
          </w:p>
          <w:p w14:paraId="2CDBDDDF" w14:textId="6BD39AAC" w:rsidR="002A031B" w:rsidRPr="00A076E0" w:rsidRDefault="002A031B">
            <w:pPr>
              <w:pStyle w:val="SIBulletList2"/>
            </w:pPr>
            <w:r w:rsidRPr="00A076E0">
              <w:t xml:space="preserve">hazardous manual tasks </w:t>
            </w:r>
          </w:p>
          <w:p w14:paraId="434BB069" w14:textId="77777777" w:rsidR="002A031B" w:rsidRPr="00A076E0" w:rsidRDefault="002A031B">
            <w:pPr>
              <w:pStyle w:val="SIBulletList2"/>
            </w:pPr>
            <w:r w:rsidRPr="00A076E0">
              <w:t>exposure to dust</w:t>
            </w:r>
          </w:p>
          <w:p w14:paraId="74B52109" w14:textId="49BB73A1" w:rsidR="002A031B" w:rsidRPr="00A076E0" w:rsidRDefault="002A031B" w:rsidP="001B0702">
            <w:pPr>
              <w:pStyle w:val="SIBulletList2"/>
            </w:pPr>
            <w:r w:rsidRPr="00A076E0">
              <w:t>exposure to excessive noise</w:t>
            </w:r>
          </w:p>
          <w:p w14:paraId="1DD84844" w14:textId="77777777" w:rsidR="00721DA5" w:rsidRPr="001A46FE" w:rsidRDefault="00721DA5" w:rsidP="001B0702">
            <w:pPr>
              <w:pStyle w:val="SIBulletList1"/>
            </w:pPr>
            <w:r>
              <w:t xml:space="preserve">workplace and </w:t>
            </w:r>
            <w:r w:rsidRPr="0099334D">
              <w:t xml:space="preserve">environmental </w:t>
            </w:r>
            <w:r>
              <w:t xml:space="preserve">requirements for </w:t>
            </w:r>
            <w:r w:rsidRPr="0099334D">
              <w:t>safely disposing of waste</w:t>
            </w:r>
          </w:p>
          <w:p w14:paraId="0EE3DFD4" w14:textId="3B843A7C" w:rsidR="00EC1089" w:rsidRPr="00EC1089" w:rsidRDefault="00EC1089" w:rsidP="00721DA5">
            <w:pPr>
              <w:pStyle w:val="SIBulletList1"/>
            </w:pPr>
            <w:r w:rsidRPr="00EC1089">
              <w:t>purpose, features and operation of lifting equipment:</w:t>
            </w:r>
          </w:p>
          <w:p w14:paraId="570E7545" w14:textId="77777777" w:rsidR="00EC1089" w:rsidRPr="00EC1089" w:rsidRDefault="00EC1089" w:rsidP="00721DA5">
            <w:pPr>
              <w:pStyle w:val="SIBulletList2"/>
            </w:pPr>
            <w:r w:rsidRPr="00EC1089">
              <w:t>fork lifts</w:t>
            </w:r>
          </w:p>
          <w:p w14:paraId="60B5CD2D" w14:textId="77777777" w:rsidR="00EC1089" w:rsidRPr="00EC1089" w:rsidRDefault="00EC1089" w:rsidP="00721DA5">
            <w:pPr>
              <w:pStyle w:val="SIBulletList2"/>
            </w:pPr>
            <w:r w:rsidRPr="00EC1089">
              <w:t>slings</w:t>
            </w:r>
          </w:p>
          <w:p w14:paraId="398D33E1" w14:textId="77777777" w:rsidR="00EC1089" w:rsidRPr="00EC1089" w:rsidRDefault="00EC1089" w:rsidP="00721DA5">
            <w:pPr>
              <w:pStyle w:val="SIBulletList2"/>
            </w:pPr>
            <w:r w:rsidRPr="00EC1089">
              <w:t>trolley jacks</w:t>
            </w:r>
          </w:p>
          <w:p w14:paraId="790C143A" w14:textId="77777777" w:rsidR="00EC1089" w:rsidRPr="00EC1089" w:rsidRDefault="00EC1089" w:rsidP="00721DA5">
            <w:pPr>
              <w:pStyle w:val="SIBulletList2"/>
            </w:pPr>
            <w:r w:rsidRPr="00EC1089">
              <w:t>gantry cranes</w:t>
            </w:r>
          </w:p>
          <w:p w14:paraId="5F70FEF0" w14:textId="77777777" w:rsidR="00EC1089" w:rsidRPr="00EC1089" w:rsidRDefault="00EC1089" w:rsidP="00721DA5">
            <w:pPr>
              <w:pStyle w:val="SIBulletList2"/>
            </w:pPr>
            <w:r w:rsidRPr="00EC1089">
              <w:t>loaders</w:t>
            </w:r>
          </w:p>
          <w:p w14:paraId="40951706" w14:textId="1758E87F" w:rsidR="00D3333F" w:rsidRPr="000754EC" w:rsidRDefault="00EC1089" w:rsidP="001B0702">
            <w:pPr>
              <w:pStyle w:val="SIBulletList1"/>
            </w:pPr>
            <w:r w:rsidRPr="00EC1089">
              <w:t>recording and reporting receipt of stock.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FE3CC59" w14:textId="1DCD4E79" w:rsidR="00CF17BF" w:rsidRDefault="00CF17BF" w:rsidP="00CF17B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1236CD7" w14:textId="77777777" w:rsidR="00CF17BF" w:rsidRDefault="00CF17BF" w:rsidP="00CF17BF">
            <w:pPr>
              <w:pStyle w:val="SIBulletList1"/>
            </w:pPr>
            <w:r>
              <w:t>physical conditions:</w:t>
            </w:r>
          </w:p>
          <w:p w14:paraId="27134D59" w14:textId="08867D93" w:rsidR="00CF17BF" w:rsidRPr="001A46FE" w:rsidRDefault="001673B4" w:rsidP="00CF17BF">
            <w:pPr>
              <w:pStyle w:val="SIBulletList2"/>
            </w:pPr>
            <w:r>
              <w:t>skills must be demonstrated in the</w:t>
            </w:r>
            <w:r w:rsidR="00CF17BF" w:rsidRPr="001A46FE">
              <w:t xml:space="preserve"> workplace or </w:t>
            </w:r>
            <w:r>
              <w:t>an</w:t>
            </w:r>
            <w:r w:rsidR="00CF17BF" w:rsidRPr="001A46FE">
              <w:t xml:space="preserve"> environment that accurately </w:t>
            </w:r>
            <w:r>
              <w:t>represents workplace conditions</w:t>
            </w:r>
          </w:p>
          <w:p w14:paraId="2A8B0F9F" w14:textId="77777777" w:rsidR="00CF17BF" w:rsidRDefault="00CF17BF" w:rsidP="00CF17BF">
            <w:pPr>
              <w:pStyle w:val="SIBulletList1"/>
            </w:pPr>
            <w:r>
              <w:t>resources, equipment and materials:</w:t>
            </w:r>
          </w:p>
          <w:p w14:paraId="7083B83B" w14:textId="5CD645F5" w:rsidR="00CF17BF" w:rsidRDefault="00CF17BF" w:rsidP="001B0702">
            <w:pPr>
              <w:pStyle w:val="SIBulletList2"/>
            </w:pPr>
            <w:r>
              <w:t>packs of various timber products</w:t>
            </w:r>
          </w:p>
          <w:p w14:paraId="25BAE3E8" w14:textId="77777777" w:rsidR="006B1163" w:rsidRDefault="006B1163" w:rsidP="001B0702">
            <w:pPr>
              <w:pStyle w:val="SIBulletList2"/>
            </w:pPr>
            <w:r>
              <w:t>mechanical lifting equipment</w:t>
            </w:r>
          </w:p>
          <w:p w14:paraId="0655F09C" w14:textId="56B30510" w:rsidR="006B1163" w:rsidRDefault="006B1163" w:rsidP="001B0702">
            <w:pPr>
              <w:pStyle w:val="SIBulletList2"/>
            </w:pPr>
            <w:r>
              <w:t>storage bays</w:t>
            </w:r>
          </w:p>
          <w:p w14:paraId="7DAC9450" w14:textId="07A236EB" w:rsidR="00CF17BF" w:rsidRDefault="00CF17BF" w:rsidP="00CF17BF">
            <w:pPr>
              <w:pStyle w:val="SIBulletList1"/>
            </w:pPr>
            <w:r>
              <w:t>specifications:</w:t>
            </w:r>
          </w:p>
          <w:p w14:paraId="6C79A071" w14:textId="77777777" w:rsidR="00502E79" w:rsidRDefault="00CF17BF" w:rsidP="006B1163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workplace</w:t>
            </w:r>
            <w:r w:rsidR="00502E79">
              <w:rPr>
                <w:rFonts w:eastAsiaTheme="minorHAnsi"/>
                <w:lang w:val="en-GB"/>
              </w:rPr>
              <w:t xml:space="preserve"> and environmental</w:t>
            </w:r>
            <w:r>
              <w:rPr>
                <w:rFonts w:eastAsiaTheme="minorHAnsi"/>
                <w:lang w:val="en-GB"/>
              </w:rPr>
              <w:t xml:space="preserve"> document</w:t>
            </w:r>
            <w:r w:rsidR="00502E79">
              <w:rPr>
                <w:rFonts w:eastAsiaTheme="minorHAnsi"/>
                <w:lang w:val="en-GB"/>
              </w:rPr>
              <w:t>ation relating to disposal of waste</w:t>
            </w:r>
          </w:p>
          <w:p w14:paraId="2A1E43CB" w14:textId="59AD4F65" w:rsidR="00CF17BF" w:rsidRDefault="00502E79" w:rsidP="006B1163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organisational policies and</w:t>
            </w:r>
            <w:r w:rsidR="00CF17BF">
              <w:rPr>
                <w:rFonts w:eastAsiaTheme="minorHAnsi"/>
                <w:lang w:val="en-GB"/>
              </w:rPr>
              <w:t xml:space="preserve"> procedures</w:t>
            </w:r>
            <w:r>
              <w:rPr>
                <w:rFonts w:eastAsiaTheme="minorHAnsi"/>
                <w:lang w:val="en-GB"/>
              </w:rPr>
              <w:t xml:space="preserve"> relating to storing materials </w:t>
            </w:r>
          </w:p>
          <w:p w14:paraId="17F7E72C" w14:textId="77777777" w:rsidR="00502E79" w:rsidRDefault="00502E79" w:rsidP="006B1163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workplace safety requirements</w:t>
            </w:r>
          </w:p>
          <w:p w14:paraId="661B989D" w14:textId="0A8E2E45" w:rsidR="00CF17BF" w:rsidRPr="001B0702" w:rsidRDefault="00502E79" w:rsidP="001B0702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recording and reporting documents/forms </w:t>
            </w:r>
          </w:p>
          <w:p w14:paraId="4BBA9F05" w14:textId="77777777" w:rsidR="00CF17BF" w:rsidRPr="001A46FE" w:rsidRDefault="00CF17BF" w:rsidP="00CF17BF">
            <w:pPr>
              <w:pStyle w:val="SIBulletList1"/>
            </w:pPr>
            <w:r>
              <w:t>relationships:</w:t>
            </w:r>
          </w:p>
          <w:p w14:paraId="76D18A3B" w14:textId="2A8C21C8" w:rsidR="00502E79" w:rsidRDefault="00DC403F" w:rsidP="00502E79">
            <w:pPr>
              <w:pStyle w:val="SIBulletList2"/>
            </w:pPr>
            <w:r>
              <w:t>team members/supervisor</w:t>
            </w:r>
            <w:r w:rsidR="00502E79">
              <w:t xml:space="preserve"> to confirm work orders and report work related issues</w:t>
            </w:r>
          </w:p>
          <w:p w14:paraId="064782CA" w14:textId="77777777" w:rsidR="00CF17BF" w:rsidRPr="001A46FE" w:rsidRDefault="00CF17BF" w:rsidP="00CF17BF">
            <w:pPr>
              <w:pStyle w:val="SIText"/>
            </w:pPr>
          </w:p>
          <w:p w14:paraId="539215B3" w14:textId="377A87AB" w:rsidR="00F1480E" w:rsidRPr="00255C67" w:rsidRDefault="00CF17BF" w:rsidP="001B0702"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40942200" w:rsidR="00F1480E" w:rsidRPr="000754EC" w:rsidRDefault="006429BF" w:rsidP="000754EC">
            <w:pPr>
              <w:pStyle w:val="SIText"/>
            </w:pPr>
            <w:r w:rsidRPr="006429BF">
              <w:lastRenderedPageBreak/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96A4B" w14:textId="77777777" w:rsidR="0009370F" w:rsidRDefault="0009370F" w:rsidP="00BF3F0A">
      <w:r>
        <w:separator/>
      </w:r>
    </w:p>
    <w:p w14:paraId="057FA886" w14:textId="77777777" w:rsidR="0009370F" w:rsidRDefault="0009370F"/>
  </w:endnote>
  <w:endnote w:type="continuationSeparator" w:id="0">
    <w:p w14:paraId="3D1F127F" w14:textId="77777777" w:rsidR="0009370F" w:rsidRDefault="0009370F" w:rsidP="00BF3F0A">
      <w:r>
        <w:continuationSeparator/>
      </w:r>
    </w:p>
    <w:p w14:paraId="6C155CB0" w14:textId="77777777" w:rsidR="0009370F" w:rsidRDefault="00093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8B6D8" w14:textId="77777777" w:rsidR="001B0702" w:rsidRDefault="001B07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1E75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5A676" w14:textId="77777777" w:rsidR="001B0702" w:rsidRDefault="001B07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6868A" w14:textId="77777777" w:rsidR="0009370F" w:rsidRDefault="0009370F" w:rsidP="00BF3F0A">
      <w:r>
        <w:separator/>
      </w:r>
    </w:p>
    <w:p w14:paraId="15E458E4" w14:textId="77777777" w:rsidR="0009370F" w:rsidRDefault="0009370F"/>
  </w:footnote>
  <w:footnote w:type="continuationSeparator" w:id="0">
    <w:p w14:paraId="5FD2634C" w14:textId="77777777" w:rsidR="0009370F" w:rsidRDefault="0009370F" w:rsidP="00BF3F0A">
      <w:r>
        <w:continuationSeparator/>
      </w:r>
    </w:p>
    <w:p w14:paraId="253839D8" w14:textId="77777777" w:rsidR="0009370F" w:rsidRDefault="000937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7F432" w14:textId="77777777" w:rsidR="001B0702" w:rsidRDefault="001B07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75AC4906" w:rsidR="009C2650" w:rsidRPr="00EC1089" w:rsidRDefault="00EC1089" w:rsidP="00EC1089">
    <w:r w:rsidRPr="00EC1089">
      <w:t>FWPCOT2</w:t>
    </w:r>
    <w:r w:rsidR="001B0702">
      <w:t>XXX</w:t>
    </w:r>
    <w:r w:rsidRPr="00EC1089">
      <w:t xml:space="preserve"> Store materials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8E44D" w14:textId="77777777" w:rsidR="001B0702" w:rsidRDefault="001B07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1NzIytzAxtTBW0lEKTi0uzszPAykwrAUAoULTvSwAAAA="/>
  </w:docVars>
  <w:rsids>
    <w:rsidRoot w:val="00AB5133"/>
    <w:rsid w:val="000014B9"/>
    <w:rsid w:val="00005A15"/>
    <w:rsid w:val="00010337"/>
    <w:rsid w:val="0001108F"/>
    <w:rsid w:val="000115E2"/>
    <w:rsid w:val="000126D0"/>
    <w:rsid w:val="0001296A"/>
    <w:rsid w:val="00016803"/>
    <w:rsid w:val="00016E04"/>
    <w:rsid w:val="00023992"/>
    <w:rsid w:val="000275AE"/>
    <w:rsid w:val="00030D9A"/>
    <w:rsid w:val="00041E59"/>
    <w:rsid w:val="00064BFE"/>
    <w:rsid w:val="00070B3E"/>
    <w:rsid w:val="00071F95"/>
    <w:rsid w:val="000737BB"/>
    <w:rsid w:val="00074E47"/>
    <w:rsid w:val="000754EC"/>
    <w:rsid w:val="0009093B"/>
    <w:rsid w:val="00093449"/>
    <w:rsid w:val="0009370F"/>
    <w:rsid w:val="00095FB2"/>
    <w:rsid w:val="00097D2B"/>
    <w:rsid w:val="000A5441"/>
    <w:rsid w:val="000B0A66"/>
    <w:rsid w:val="000C149A"/>
    <w:rsid w:val="000C224E"/>
    <w:rsid w:val="000C656B"/>
    <w:rsid w:val="000D564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050"/>
    <w:rsid w:val="001673B4"/>
    <w:rsid w:val="001766A1"/>
    <w:rsid w:val="001766DA"/>
    <w:rsid w:val="00176E4F"/>
    <w:rsid w:val="0018546B"/>
    <w:rsid w:val="00195F2D"/>
    <w:rsid w:val="001A46FE"/>
    <w:rsid w:val="001A6A3E"/>
    <w:rsid w:val="001A7B6D"/>
    <w:rsid w:val="001B0702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90C"/>
    <w:rsid w:val="00201687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4690"/>
    <w:rsid w:val="00276DB8"/>
    <w:rsid w:val="00282664"/>
    <w:rsid w:val="00285FB8"/>
    <w:rsid w:val="002970C3"/>
    <w:rsid w:val="002A031B"/>
    <w:rsid w:val="002A4CD3"/>
    <w:rsid w:val="002A6CC4"/>
    <w:rsid w:val="002C43C8"/>
    <w:rsid w:val="002C55E9"/>
    <w:rsid w:val="002D0C8B"/>
    <w:rsid w:val="002D330A"/>
    <w:rsid w:val="002E012C"/>
    <w:rsid w:val="002E170C"/>
    <w:rsid w:val="002E193E"/>
    <w:rsid w:val="002F7B20"/>
    <w:rsid w:val="00305EFF"/>
    <w:rsid w:val="00310A6A"/>
    <w:rsid w:val="003144E6"/>
    <w:rsid w:val="00316AF7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491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2C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E75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F0C"/>
    <w:rsid w:val="004B7A28"/>
    <w:rsid w:val="004C097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A0D"/>
    <w:rsid w:val="004F5DC7"/>
    <w:rsid w:val="004F78DA"/>
    <w:rsid w:val="00502E79"/>
    <w:rsid w:val="00502F9B"/>
    <w:rsid w:val="005145AB"/>
    <w:rsid w:val="00520E9A"/>
    <w:rsid w:val="005240E7"/>
    <w:rsid w:val="005248C1"/>
    <w:rsid w:val="00526134"/>
    <w:rsid w:val="005405B2"/>
    <w:rsid w:val="00542346"/>
    <w:rsid w:val="005427C8"/>
    <w:rsid w:val="005446D1"/>
    <w:rsid w:val="00556C4C"/>
    <w:rsid w:val="00557369"/>
    <w:rsid w:val="00561364"/>
    <w:rsid w:val="00564ADD"/>
    <w:rsid w:val="005708EB"/>
    <w:rsid w:val="00574C63"/>
    <w:rsid w:val="00575BC6"/>
    <w:rsid w:val="00583902"/>
    <w:rsid w:val="0058508D"/>
    <w:rsid w:val="005A1D70"/>
    <w:rsid w:val="005A3AA5"/>
    <w:rsid w:val="005A6AF3"/>
    <w:rsid w:val="005A6C9C"/>
    <w:rsid w:val="005A74DC"/>
    <w:rsid w:val="005B09CB"/>
    <w:rsid w:val="005B3738"/>
    <w:rsid w:val="005B5146"/>
    <w:rsid w:val="005C6768"/>
    <w:rsid w:val="005D1AFD"/>
    <w:rsid w:val="005D2795"/>
    <w:rsid w:val="005D2B23"/>
    <w:rsid w:val="005D51F0"/>
    <w:rsid w:val="005E51E6"/>
    <w:rsid w:val="005F027A"/>
    <w:rsid w:val="005F33CC"/>
    <w:rsid w:val="005F71F8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476F3"/>
    <w:rsid w:val="00652E62"/>
    <w:rsid w:val="00686A49"/>
    <w:rsid w:val="00687B62"/>
    <w:rsid w:val="00690C44"/>
    <w:rsid w:val="0069206A"/>
    <w:rsid w:val="006969D9"/>
    <w:rsid w:val="006A15E7"/>
    <w:rsid w:val="006A2B68"/>
    <w:rsid w:val="006B1163"/>
    <w:rsid w:val="006C2F32"/>
    <w:rsid w:val="006D38C3"/>
    <w:rsid w:val="006D4448"/>
    <w:rsid w:val="006D6DFD"/>
    <w:rsid w:val="006E0138"/>
    <w:rsid w:val="006E2C4D"/>
    <w:rsid w:val="006E42FE"/>
    <w:rsid w:val="006E4761"/>
    <w:rsid w:val="006F0D02"/>
    <w:rsid w:val="006F10FE"/>
    <w:rsid w:val="006F3622"/>
    <w:rsid w:val="00705EEC"/>
    <w:rsid w:val="00707741"/>
    <w:rsid w:val="007134FE"/>
    <w:rsid w:val="00715794"/>
    <w:rsid w:val="00717385"/>
    <w:rsid w:val="007208BD"/>
    <w:rsid w:val="00721DA5"/>
    <w:rsid w:val="00722769"/>
    <w:rsid w:val="00727901"/>
    <w:rsid w:val="0073075B"/>
    <w:rsid w:val="00731128"/>
    <w:rsid w:val="0073404B"/>
    <w:rsid w:val="007341FF"/>
    <w:rsid w:val="007404E9"/>
    <w:rsid w:val="007444CF"/>
    <w:rsid w:val="00752C75"/>
    <w:rsid w:val="00753123"/>
    <w:rsid w:val="0075371A"/>
    <w:rsid w:val="00757005"/>
    <w:rsid w:val="00761DBE"/>
    <w:rsid w:val="0076523B"/>
    <w:rsid w:val="00771B60"/>
    <w:rsid w:val="00781D77"/>
    <w:rsid w:val="00783549"/>
    <w:rsid w:val="007850C6"/>
    <w:rsid w:val="007860B7"/>
    <w:rsid w:val="00786DC8"/>
    <w:rsid w:val="007A300D"/>
    <w:rsid w:val="007D30E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D3A9C"/>
    <w:rsid w:val="008D7A7B"/>
    <w:rsid w:val="008E260C"/>
    <w:rsid w:val="008E39BE"/>
    <w:rsid w:val="008E62EC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9334D"/>
    <w:rsid w:val="00997BFC"/>
    <w:rsid w:val="009A5900"/>
    <w:rsid w:val="009A6E6C"/>
    <w:rsid w:val="009A6F3F"/>
    <w:rsid w:val="009B331A"/>
    <w:rsid w:val="009B78B3"/>
    <w:rsid w:val="009C159C"/>
    <w:rsid w:val="009C2650"/>
    <w:rsid w:val="009C2CE6"/>
    <w:rsid w:val="009D15E2"/>
    <w:rsid w:val="009D15FE"/>
    <w:rsid w:val="009D5D2C"/>
    <w:rsid w:val="009E3EC1"/>
    <w:rsid w:val="009F0A64"/>
    <w:rsid w:val="009F0DCC"/>
    <w:rsid w:val="009F11CA"/>
    <w:rsid w:val="009F44A7"/>
    <w:rsid w:val="00A0695B"/>
    <w:rsid w:val="00A076E0"/>
    <w:rsid w:val="00A13052"/>
    <w:rsid w:val="00A216A8"/>
    <w:rsid w:val="00A223A6"/>
    <w:rsid w:val="00A23F20"/>
    <w:rsid w:val="00A32754"/>
    <w:rsid w:val="00A3639E"/>
    <w:rsid w:val="00A5092E"/>
    <w:rsid w:val="00A554D6"/>
    <w:rsid w:val="00A56696"/>
    <w:rsid w:val="00A56E14"/>
    <w:rsid w:val="00A5719B"/>
    <w:rsid w:val="00A6476B"/>
    <w:rsid w:val="00A76C6C"/>
    <w:rsid w:val="00A82810"/>
    <w:rsid w:val="00A87356"/>
    <w:rsid w:val="00A9157A"/>
    <w:rsid w:val="00A92DD1"/>
    <w:rsid w:val="00A95759"/>
    <w:rsid w:val="00AA19D0"/>
    <w:rsid w:val="00AA5338"/>
    <w:rsid w:val="00AB1B8E"/>
    <w:rsid w:val="00AB5133"/>
    <w:rsid w:val="00AC0696"/>
    <w:rsid w:val="00AC38AA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022"/>
    <w:rsid w:val="00B22C67"/>
    <w:rsid w:val="00B26EFA"/>
    <w:rsid w:val="00B334D7"/>
    <w:rsid w:val="00B3508F"/>
    <w:rsid w:val="00B443EE"/>
    <w:rsid w:val="00B52970"/>
    <w:rsid w:val="00B5450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4F7"/>
    <w:rsid w:val="00BB1755"/>
    <w:rsid w:val="00BB23F4"/>
    <w:rsid w:val="00BC5075"/>
    <w:rsid w:val="00BC5419"/>
    <w:rsid w:val="00BD3B0F"/>
    <w:rsid w:val="00BD6663"/>
    <w:rsid w:val="00BE37D6"/>
    <w:rsid w:val="00BF1D4C"/>
    <w:rsid w:val="00BF3F0A"/>
    <w:rsid w:val="00C005C0"/>
    <w:rsid w:val="00C143C3"/>
    <w:rsid w:val="00C1739B"/>
    <w:rsid w:val="00C21ADE"/>
    <w:rsid w:val="00C232F2"/>
    <w:rsid w:val="00C26067"/>
    <w:rsid w:val="00C30A29"/>
    <w:rsid w:val="00C317DC"/>
    <w:rsid w:val="00C35EF5"/>
    <w:rsid w:val="00C43DFA"/>
    <w:rsid w:val="00C45E24"/>
    <w:rsid w:val="00C578E9"/>
    <w:rsid w:val="00C70626"/>
    <w:rsid w:val="00C7108D"/>
    <w:rsid w:val="00C72860"/>
    <w:rsid w:val="00C73582"/>
    <w:rsid w:val="00C73B90"/>
    <w:rsid w:val="00C742EC"/>
    <w:rsid w:val="00C77E04"/>
    <w:rsid w:val="00C96AF3"/>
    <w:rsid w:val="00C97CCC"/>
    <w:rsid w:val="00CA0274"/>
    <w:rsid w:val="00CB746F"/>
    <w:rsid w:val="00CC451E"/>
    <w:rsid w:val="00CD3E10"/>
    <w:rsid w:val="00CD4E9D"/>
    <w:rsid w:val="00CD4F4D"/>
    <w:rsid w:val="00CE7646"/>
    <w:rsid w:val="00CE7D19"/>
    <w:rsid w:val="00CF0CF5"/>
    <w:rsid w:val="00CF17BF"/>
    <w:rsid w:val="00CF2B3E"/>
    <w:rsid w:val="00CF6FA1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4ACD"/>
    <w:rsid w:val="00DA53B5"/>
    <w:rsid w:val="00DA662B"/>
    <w:rsid w:val="00DA7411"/>
    <w:rsid w:val="00DC1D69"/>
    <w:rsid w:val="00DC403F"/>
    <w:rsid w:val="00DC5A3A"/>
    <w:rsid w:val="00DD0726"/>
    <w:rsid w:val="00DD1B80"/>
    <w:rsid w:val="00E238E6"/>
    <w:rsid w:val="00E35064"/>
    <w:rsid w:val="00E3681D"/>
    <w:rsid w:val="00E40225"/>
    <w:rsid w:val="00E501F0"/>
    <w:rsid w:val="00E6166D"/>
    <w:rsid w:val="00E91BFF"/>
    <w:rsid w:val="00E92933"/>
    <w:rsid w:val="00E934E9"/>
    <w:rsid w:val="00E94FAD"/>
    <w:rsid w:val="00E97911"/>
    <w:rsid w:val="00EB0AA4"/>
    <w:rsid w:val="00EB5C88"/>
    <w:rsid w:val="00EC0469"/>
    <w:rsid w:val="00EC1089"/>
    <w:rsid w:val="00EF01F8"/>
    <w:rsid w:val="00EF40EF"/>
    <w:rsid w:val="00EF47FE"/>
    <w:rsid w:val="00EF51BE"/>
    <w:rsid w:val="00F069BD"/>
    <w:rsid w:val="00F1480E"/>
    <w:rsid w:val="00F1497D"/>
    <w:rsid w:val="00F16AAC"/>
    <w:rsid w:val="00F2459D"/>
    <w:rsid w:val="00F2645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09ED"/>
    <w:rsid w:val="00F83D7C"/>
    <w:rsid w:val="00FA12BB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95F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C786F142-E1C9-4203-8C36-58B974C5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258</TotalTime>
  <Pages>4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42</cp:revision>
  <cp:lastPrinted>2016-05-27T05:21:00Z</cp:lastPrinted>
  <dcterms:created xsi:type="dcterms:W3CDTF">2019-07-21T23:08:00Z</dcterms:created>
  <dcterms:modified xsi:type="dcterms:W3CDTF">2020-02-05T22:01:00Z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